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r w:rsidRPr="009B2848">
        <w:rPr>
          <w:color w:val="auto"/>
          <w:sz w:val="18"/>
          <w:szCs w:val="18"/>
        </w:rPr>
        <w:t xml:space="preserve">Příloha B </w:t>
      </w:r>
      <w:r w:rsidRPr="009B2848">
        <w:rPr>
          <w:b w:val="0"/>
          <w:color w:val="auto"/>
          <w:sz w:val="18"/>
          <w:szCs w:val="18"/>
        </w:rPr>
        <w:t>(normativní)</w:t>
      </w:r>
      <w:bookmarkEnd w:id="0"/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5229"/>
        <w:tblW w:w="0" w:type="auto"/>
        <w:tblLook w:val="04A0" w:firstRow="1" w:lastRow="0" w:firstColumn="1" w:lastColumn="0" w:noHBand="0" w:noVBand="1"/>
      </w:tblPr>
      <w:tblGrid>
        <w:gridCol w:w="2944"/>
        <w:gridCol w:w="2879"/>
        <w:gridCol w:w="287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lastRenderedPageBreak/>
              <w:t>případně jiným vhodným způsobem, nelze-li označit dle SO a PS např. popis vykonaných činností nebo dodávek)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34"/>
        <w:gridCol w:w="2877"/>
        <w:gridCol w:w="294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47"/>
        <w:gridCol w:w="4413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98"/>
        <w:gridCol w:w="436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>je vyhotovováno výhradně v jednom znění platném pro všechny zhotovitele/společníky/poddodavatele. Tzn. Osvědčení se nevyhotovuje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0A" w:rsidRDefault="00FC6B0A" w:rsidP="00962258">
      <w:pPr>
        <w:spacing w:after="0" w:line="240" w:lineRule="auto"/>
      </w:pPr>
      <w:r>
        <w:separator/>
      </w:r>
    </w:p>
  </w:endnote>
  <w:endnote w:type="continuationSeparator" w:id="0">
    <w:p w:rsidR="00FC6B0A" w:rsidRDefault="00FC6B0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6B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6B0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BC923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BD49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544"/>
      <w:gridCol w:w="2749"/>
      <w:gridCol w:w="2921"/>
    </w:tblGrid>
    <w:tr w:rsidR="00F1715C" w:rsidTr="00FC6B0A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6B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6B0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544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749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C6B0A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C6B0A" w:rsidRPr="00FC6B0A" w:rsidRDefault="00FC6B0A" w:rsidP="00FC6B0A">
          <w:pPr>
            <w:pStyle w:val="Zpat"/>
          </w:pPr>
          <w:r w:rsidRPr="00FC6B0A">
            <w:t>Oblastní ředitelství Praha</w:t>
          </w:r>
        </w:p>
        <w:p w:rsidR="00FC6B0A" w:rsidRPr="00FC6B0A" w:rsidRDefault="00FC6B0A" w:rsidP="00FC6B0A">
          <w:pPr>
            <w:pStyle w:val="Zpat"/>
          </w:pPr>
          <w:r w:rsidRPr="00FC6B0A">
            <w:t>Partyzánská 24</w:t>
          </w:r>
        </w:p>
        <w:p w:rsidR="00F1715C" w:rsidRDefault="00FC6B0A" w:rsidP="00FC6B0A">
          <w:pPr>
            <w:pStyle w:val="Zpat"/>
          </w:pPr>
          <w:r w:rsidRPr="00FC6B0A"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FBD2A1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4463A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0A" w:rsidRDefault="00FC6B0A" w:rsidP="00962258">
      <w:pPr>
        <w:spacing w:after="0" w:line="240" w:lineRule="auto"/>
      </w:pPr>
      <w:r>
        <w:separator/>
      </w:r>
    </w:p>
  </w:footnote>
  <w:footnote w:type="continuationSeparator" w:id="0">
    <w:p w:rsidR="00FC6B0A" w:rsidRDefault="00FC6B0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A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51EFA"/>
  <w14:defaultImageDpi w14:val="32767"/>
  <w15:docId w15:val="{2ECD4854-ED10-4C15-B691-9565506F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UT&#282;&#381;E%20SCH\SPS\10-22%20Vr&#353;ovice%20-%20oprava\2.%20Ke%20zve&#345;ejn&#283;n&#237;%20na%20E-ZAKu\Zad&#225;vac&#237;%20dokumentace\D&#237;l%202_4%20Osv&#283;d&#269;en&#237;%20o%20&#345;&#225;dn&#233;m%20pln&#283;n&#237;%20ve&#345;ejn&#233;%20zak&#225;zky%20na%20stavebn&#237;%20pr&#225;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B37F74-4B41-4E73-8AE3-32326BA2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2_4 Osvědčení o řádném plnění veřejné zakázky na stavební práce</Template>
  <TotalTime>2</TotalTime>
  <Pages>4</Pages>
  <Words>689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Schmittová Pavlína</dc:creator>
  <cp:lastModifiedBy>Schmittová Pavlína</cp:lastModifiedBy>
  <cp:revision>1</cp:revision>
  <cp:lastPrinted>2017-11-28T17:18:00Z</cp:lastPrinted>
  <dcterms:created xsi:type="dcterms:W3CDTF">2022-04-07T11:42:00Z</dcterms:created>
  <dcterms:modified xsi:type="dcterms:W3CDTF">2022-04-07T11:44:00Z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